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F4F" w:rsidRPr="003B38B2" w:rsidRDefault="001B2F4F" w:rsidP="003B38B2">
      <w:pPr>
        <w:pStyle w:val="Title"/>
        <w:rPr>
          <w:szCs w:val="32"/>
        </w:rPr>
      </w:pPr>
      <w:r w:rsidRPr="003B38B2">
        <w:rPr>
          <w:szCs w:val="32"/>
        </w:rPr>
        <w:t>Старополтавская сельская Дума</w:t>
      </w:r>
    </w:p>
    <w:p w:rsidR="001B2F4F" w:rsidRPr="00DF6657" w:rsidRDefault="001B2F4F" w:rsidP="00DF6657">
      <w:pPr>
        <w:pStyle w:val="Title"/>
        <w:rPr>
          <w:sz w:val="28"/>
          <w:szCs w:val="28"/>
        </w:rPr>
      </w:pPr>
      <w:r w:rsidRPr="00DF6657">
        <w:rPr>
          <w:sz w:val="28"/>
          <w:szCs w:val="28"/>
        </w:rPr>
        <w:t>Старополтавского муниципального района</w:t>
      </w:r>
    </w:p>
    <w:p w:rsidR="001B2F4F" w:rsidRPr="00DF6657" w:rsidRDefault="001B2F4F" w:rsidP="00DF6657">
      <w:pPr>
        <w:pStyle w:val="Title"/>
        <w:rPr>
          <w:sz w:val="28"/>
          <w:szCs w:val="28"/>
        </w:rPr>
      </w:pPr>
      <w:r w:rsidRPr="00DF6657">
        <w:rPr>
          <w:sz w:val="28"/>
          <w:szCs w:val="28"/>
        </w:rPr>
        <w:t xml:space="preserve">Волгоградской области </w:t>
      </w:r>
    </w:p>
    <w:p w:rsidR="001B2F4F" w:rsidRPr="00DF6657" w:rsidRDefault="001B2F4F" w:rsidP="00DF6657">
      <w:pPr>
        <w:jc w:val="center"/>
        <w:rPr>
          <w:b/>
          <w:sz w:val="28"/>
          <w:szCs w:val="28"/>
        </w:rPr>
      </w:pPr>
      <w:r w:rsidRPr="00DF6657">
        <w:rPr>
          <w:b/>
          <w:sz w:val="28"/>
          <w:szCs w:val="28"/>
        </w:rPr>
        <w:t>(третьего созыва)</w:t>
      </w:r>
    </w:p>
    <w:p w:rsidR="001B2F4F" w:rsidRPr="00DF6657" w:rsidRDefault="001B2F4F" w:rsidP="00DF6657">
      <w:pPr>
        <w:rPr>
          <w:sz w:val="28"/>
          <w:szCs w:val="28"/>
        </w:rPr>
      </w:pPr>
      <w:r w:rsidRPr="00DF6657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1B2F4F" w:rsidRPr="00DF6657" w:rsidRDefault="001B2F4F" w:rsidP="00794659">
      <w:pPr>
        <w:jc w:val="center"/>
        <w:rPr>
          <w:b/>
          <w:sz w:val="28"/>
          <w:szCs w:val="28"/>
          <w:lang w:eastAsia="en-US"/>
        </w:rPr>
      </w:pPr>
    </w:p>
    <w:p w:rsidR="001B2F4F" w:rsidRPr="00BE08E1" w:rsidRDefault="001B2F4F" w:rsidP="00794659">
      <w:pPr>
        <w:jc w:val="center"/>
        <w:rPr>
          <w:b/>
          <w:sz w:val="34"/>
          <w:szCs w:val="34"/>
          <w:lang w:eastAsia="en-US"/>
        </w:rPr>
      </w:pPr>
      <w:r w:rsidRPr="00BE08E1">
        <w:rPr>
          <w:b/>
          <w:sz w:val="34"/>
          <w:szCs w:val="34"/>
          <w:lang w:eastAsia="en-US"/>
        </w:rPr>
        <w:t>РЕШЕНИЕ</w:t>
      </w:r>
    </w:p>
    <w:p w:rsidR="001B2F4F" w:rsidRDefault="001B2F4F" w:rsidP="00794659">
      <w:pPr>
        <w:rPr>
          <w:sz w:val="28"/>
          <w:szCs w:val="28"/>
        </w:rPr>
      </w:pPr>
      <w:r>
        <w:rPr>
          <w:sz w:val="28"/>
          <w:szCs w:val="28"/>
        </w:rPr>
        <w:t>от 02 .03.2015 г.                                                                                        № 33/2</w:t>
      </w:r>
    </w:p>
    <w:p w:rsidR="001B2F4F" w:rsidRPr="008F7EA9" w:rsidRDefault="001B2F4F" w:rsidP="00794659">
      <w:pPr>
        <w:pStyle w:val="ConsPlusNormal"/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B2F4F" w:rsidRPr="008F7EA9" w:rsidRDefault="001B2F4F" w:rsidP="00794659">
      <w:pPr>
        <w:pStyle w:val="ConsPlusNormal"/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7EA9">
        <w:rPr>
          <w:rFonts w:ascii="Times New Roman" w:hAnsi="Times New Roman" w:cs="Times New Roman"/>
          <w:sz w:val="28"/>
          <w:szCs w:val="28"/>
        </w:rPr>
        <w:t>Об утверждении Положения о порядке возмещения расходов, связанных со служебными командировками,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EA9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7EA9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F7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Pr="008F7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должность в администрации Старополтавского сельского поселения</w:t>
      </w:r>
    </w:p>
    <w:p w:rsidR="001B2F4F" w:rsidRPr="008F7EA9" w:rsidRDefault="001B2F4F" w:rsidP="0079465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B2F4F" w:rsidRPr="005B614F" w:rsidRDefault="001B2F4F" w:rsidP="00B74A1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EA9">
        <w:rPr>
          <w:rFonts w:ascii="Times New Roman" w:hAnsi="Times New Roman" w:cs="Times New Roman"/>
          <w:sz w:val="28"/>
          <w:szCs w:val="28"/>
        </w:rPr>
        <w:t>Руководствуясь статьей 168 Трудового кодекса Российской Федерации,            в целях упорядочения выплат, связанных со служебными командировками,  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F7EA9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8F7EA9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F7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8F7EA9">
        <w:rPr>
          <w:rFonts w:ascii="Times New Roman" w:hAnsi="Times New Roman" w:cs="Times New Roman"/>
          <w:sz w:val="28"/>
          <w:szCs w:val="28"/>
        </w:rPr>
        <w:t xml:space="preserve"> в администр</w:t>
      </w:r>
      <w:r>
        <w:rPr>
          <w:rFonts w:ascii="Times New Roman" w:hAnsi="Times New Roman" w:cs="Times New Roman"/>
          <w:sz w:val="28"/>
          <w:szCs w:val="28"/>
        </w:rPr>
        <w:t>ации Старополтавского сельского поселения Старополтавского сельская Дума</w:t>
      </w:r>
    </w:p>
    <w:p w:rsidR="001B2F4F" w:rsidRDefault="001B2F4F" w:rsidP="007946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614F">
        <w:rPr>
          <w:rFonts w:ascii="Times New Roman" w:hAnsi="Times New Roman" w:cs="Times New Roman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614F">
        <w:rPr>
          <w:rFonts w:ascii="Times New Roman" w:hAnsi="Times New Roman" w:cs="Times New Roman"/>
          <w:sz w:val="28"/>
          <w:szCs w:val="28"/>
        </w:rPr>
        <w:t>:</w:t>
      </w:r>
    </w:p>
    <w:p w:rsidR="001B2F4F" w:rsidRPr="008F7EA9" w:rsidRDefault="001B2F4F" w:rsidP="007946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7EA9">
        <w:rPr>
          <w:rFonts w:ascii="Times New Roman" w:hAnsi="Times New Roman" w:cs="Times New Roman"/>
          <w:sz w:val="28"/>
          <w:szCs w:val="28"/>
        </w:rPr>
        <w:t>1. Утвердить Положение о порядке возмещения расходов, связанных            со служебными командировками,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7EA9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F7EA9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F7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8F7EA9">
        <w:rPr>
          <w:rFonts w:ascii="Times New Roman" w:hAnsi="Times New Roman" w:cs="Times New Roman"/>
          <w:sz w:val="28"/>
          <w:szCs w:val="28"/>
        </w:rPr>
        <w:t xml:space="preserve"> в администр</w:t>
      </w:r>
      <w:r>
        <w:rPr>
          <w:rFonts w:ascii="Times New Roman" w:hAnsi="Times New Roman" w:cs="Times New Roman"/>
          <w:sz w:val="28"/>
          <w:szCs w:val="28"/>
        </w:rPr>
        <w:t>ации Старополтавского сельского поселения</w:t>
      </w:r>
      <w:r w:rsidRPr="008F7EA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B2F4F" w:rsidRDefault="001B2F4F" w:rsidP="007946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2F4F" w:rsidRPr="005B614F" w:rsidRDefault="001B2F4F" w:rsidP="007946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2. Установить, что возмещение расходов, связанных со служебными командировками, лиц</w:t>
      </w:r>
      <w:r>
        <w:rPr>
          <w:sz w:val="28"/>
          <w:szCs w:val="28"/>
        </w:rPr>
        <w:t>а</w:t>
      </w:r>
      <w:r w:rsidRPr="008F7EA9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8F7EA9">
        <w:rPr>
          <w:sz w:val="28"/>
          <w:szCs w:val="28"/>
        </w:rPr>
        <w:t xml:space="preserve">  муниципальн</w:t>
      </w:r>
      <w:r>
        <w:rPr>
          <w:sz w:val="28"/>
          <w:szCs w:val="28"/>
        </w:rPr>
        <w:t>ую</w:t>
      </w:r>
      <w:r w:rsidRPr="008F7E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должность </w:t>
      </w:r>
      <w:r w:rsidRPr="008F7EA9">
        <w:rPr>
          <w:sz w:val="28"/>
          <w:szCs w:val="28"/>
        </w:rPr>
        <w:t xml:space="preserve"> в администр</w:t>
      </w:r>
      <w:r>
        <w:rPr>
          <w:sz w:val="28"/>
          <w:szCs w:val="28"/>
        </w:rPr>
        <w:t xml:space="preserve">ации Старополтавского сельского поселения, </w:t>
      </w:r>
      <w:r w:rsidRPr="008F7EA9">
        <w:rPr>
          <w:sz w:val="28"/>
          <w:szCs w:val="28"/>
        </w:rPr>
        <w:t xml:space="preserve">производится в пределах бюджетных ассигнований, предусмотренных на данные цели на </w:t>
      </w:r>
      <w:r w:rsidRPr="005B614F">
        <w:rPr>
          <w:sz w:val="28"/>
          <w:szCs w:val="28"/>
        </w:rPr>
        <w:t>соответствующий финансовый год.</w:t>
      </w:r>
    </w:p>
    <w:p w:rsidR="001B2F4F" w:rsidRDefault="001B2F4F" w:rsidP="007946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2F4F" w:rsidRDefault="001B2F4F" w:rsidP="007946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614F">
        <w:rPr>
          <w:sz w:val="28"/>
          <w:szCs w:val="28"/>
        </w:rPr>
        <w:t>3.</w:t>
      </w:r>
      <w:r>
        <w:rPr>
          <w:sz w:val="28"/>
          <w:szCs w:val="28"/>
        </w:rPr>
        <w:t>Р</w:t>
      </w:r>
      <w:r w:rsidRPr="005B614F">
        <w:rPr>
          <w:sz w:val="28"/>
          <w:szCs w:val="28"/>
        </w:rPr>
        <w:t>ешение    подлежит  размещению   в  сети     Интернет</w:t>
      </w:r>
      <w:r>
        <w:rPr>
          <w:sz w:val="28"/>
          <w:szCs w:val="28"/>
        </w:rPr>
        <w:t xml:space="preserve"> </w:t>
      </w:r>
      <w:r w:rsidRPr="005B614F">
        <w:rPr>
          <w:sz w:val="28"/>
          <w:szCs w:val="28"/>
        </w:rPr>
        <w:t xml:space="preserve">на официальном сайте администрации </w:t>
      </w:r>
      <w:r>
        <w:rPr>
          <w:sz w:val="28"/>
          <w:szCs w:val="28"/>
        </w:rPr>
        <w:t>Старополтавского сельского поселения.</w:t>
      </w:r>
    </w:p>
    <w:p w:rsidR="001B2F4F" w:rsidRDefault="001B2F4F" w:rsidP="007946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2F4F" w:rsidRDefault="001B2F4F" w:rsidP="007946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Решение вступает в силу после его официального опубликования (обнародования). 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2F4F" w:rsidRDefault="001B2F4F" w:rsidP="00794659">
      <w:pPr>
        <w:jc w:val="both"/>
        <w:rPr>
          <w:sz w:val="28"/>
          <w:szCs w:val="28"/>
        </w:rPr>
      </w:pPr>
    </w:p>
    <w:p w:rsidR="001B2F4F" w:rsidRDefault="001B2F4F" w:rsidP="00794659">
      <w:pPr>
        <w:jc w:val="both"/>
        <w:rPr>
          <w:sz w:val="28"/>
          <w:szCs w:val="28"/>
        </w:rPr>
      </w:pPr>
      <w:r w:rsidRPr="008F7EA9">
        <w:rPr>
          <w:sz w:val="28"/>
          <w:szCs w:val="28"/>
        </w:rPr>
        <w:t>Глава</w:t>
      </w:r>
      <w:r>
        <w:rPr>
          <w:sz w:val="28"/>
          <w:szCs w:val="28"/>
        </w:rPr>
        <w:t xml:space="preserve"> Старополтавского</w:t>
      </w:r>
    </w:p>
    <w:p w:rsidR="001B2F4F" w:rsidRPr="008F7EA9" w:rsidRDefault="001B2F4F" w:rsidP="007946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</w:t>
      </w:r>
      <w:r w:rsidRPr="008F7EA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И.А.Штаймнец</w:t>
      </w:r>
    </w:p>
    <w:p w:rsidR="001B2F4F" w:rsidRPr="008F7EA9" w:rsidRDefault="001B2F4F" w:rsidP="00794659">
      <w:pPr>
        <w:tabs>
          <w:tab w:val="left" w:pos="3119"/>
        </w:tabs>
        <w:autoSpaceDE w:val="0"/>
        <w:autoSpaceDN w:val="0"/>
        <w:adjustRightInd w:val="0"/>
        <w:ind w:left="5580"/>
        <w:outlineLvl w:val="0"/>
        <w:rPr>
          <w:sz w:val="28"/>
          <w:szCs w:val="28"/>
        </w:rPr>
      </w:pPr>
      <w:r w:rsidRPr="008F7EA9">
        <w:rPr>
          <w:sz w:val="28"/>
          <w:szCs w:val="28"/>
        </w:rPr>
        <w:br w:type="page"/>
        <w:t xml:space="preserve">Приложение к </w:t>
      </w:r>
      <w:r>
        <w:rPr>
          <w:sz w:val="28"/>
          <w:szCs w:val="28"/>
        </w:rPr>
        <w:t>решению</w:t>
      </w:r>
    </w:p>
    <w:p w:rsidR="001B2F4F" w:rsidRPr="008F7EA9" w:rsidRDefault="001B2F4F" w:rsidP="00794659">
      <w:pPr>
        <w:tabs>
          <w:tab w:val="left" w:pos="3119"/>
        </w:tabs>
        <w:autoSpaceDE w:val="0"/>
        <w:autoSpaceDN w:val="0"/>
        <w:adjustRightInd w:val="0"/>
        <w:ind w:left="5580"/>
        <w:rPr>
          <w:sz w:val="28"/>
          <w:szCs w:val="28"/>
        </w:rPr>
      </w:pPr>
      <w:r>
        <w:rPr>
          <w:sz w:val="28"/>
          <w:szCs w:val="28"/>
        </w:rPr>
        <w:t>Старополтавской сельской Думы</w:t>
      </w:r>
    </w:p>
    <w:p w:rsidR="001B2F4F" w:rsidRPr="008F7EA9" w:rsidRDefault="001B2F4F" w:rsidP="00794659">
      <w:pPr>
        <w:tabs>
          <w:tab w:val="left" w:pos="3119"/>
        </w:tabs>
        <w:autoSpaceDE w:val="0"/>
        <w:autoSpaceDN w:val="0"/>
        <w:adjustRightInd w:val="0"/>
        <w:ind w:left="5580"/>
        <w:rPr>
          <w:sz w:val="28"/>
          <w:szCs w:val="28"/>
        </w:rPr>
      </w:pPr>
      <w:r w:rsidRPr="008F7EA9">
        <w:rPr>
          <w:sz w:val="28"/>
          <w:szCs w:val="28"/>
        </w:rPr>
        <w:t>от</w:t>
      </w:r>
      <w:r>
        <w:rPr>
          <w:sz w:val="28"/>
          <w:szCs w:val="28"/>
        </w:rPr>
        <w:t xml:space="preserve"> 02 .03.</w:t>
      </w:r>
      <w:r w:rsidRPr="008F7EA9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8F7EA9">
        <w:rPr>
          <w:sz w:val="28"/>
          <w:szCs w:val="28"/>
        </w:rPr>
        <w:t>01</w:t>
      </w:r>
      <w:r>
        <w:rPr>
          <w:sz w:val="28"/>
          <w:szCs w:val="28"/>
        </w:rPr>
        <w:t>5</w:t>
      </w:r>
      <w:r w:rsidRPr="008F7E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F7EA9">
        <w:rPr>
          <w:sz w:val="28"/>
          <w:szCs w:val="28"/>
        </w:rPr>
        <w:t>№</w:t>
      </w:r>
      <w:r>
        <w:rPr>
          <w:sz w:val="28"/>
          <w:szCs w:val="28"/>
        </w:rPr>
        <w:t xml:space="preserve"> 33/2</w:t>
      </w:r>
      <w:bookmarkStart w:id="0" w:name="_GoBack"/>
      <w:bookmarkEnd w:id="0"/>
      <w:r w:rsidRPr="008F7EA9">
        <w:rPr>
          <w:sz w:val="28"/>
          <w:szCs w:val="28"/>
        </w:rPr>
        <w:t xml:space="preserve"> </w:t>
      </w:r>
    </w:p>
    <w:p w:rsidR="001B2F4F" w:rsidRPr="00604128" w:rsidRDefault="001B2F4F" w:rsidP="00794659">
      <w:pPr>
        <w:tabs>
          <w:tab w:val="left" w:pos="3119"/>
        </w:tabs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1B2F4F" w:rsidRDefault="001B2F4F" w:rsidP="007946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B2F4F" w:rsidRDefault="001B2F4F" w:rsidP="007946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возмещения расходов, связанных со служебными командировками, лица, замещающего муниципальную должность</w:t>
      </w:r>
    </w:p>
    <w:p w:rsidR="001B2F4F" w:rsidRPr="008F7EA9" w:rsidRDefault="001B2F4F" w:rsidP="007946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администрации Старополтавского сельского поселения</w:t>
      </w:r>
    </w:p>
    <w:p w:rsidR="001B2F4F" w:rsidRPr="008F7EA9" w:rsidRDefault="001B2F4F" w:rsidP="007946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2F4F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1. Положение о порядке возмещения расходов, связанных со служебными командировками,</w:t>
      </w:r>
      <w:r w:rsidRPr="003421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лица</w:t>
      </w:r>
      <w:r w:rsidRPr="008F7EA9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8F7EA9">
        <w:rPr>
          <w:sz w:val="28"/>
          <w:szCs w:val="28"/>
        </w:rPr>
        <w:t xml:space="preserve"> 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 xml:space="preserve"> (далее – Положение), устанавливает порядок возмещения расходов, связанных со служебными командировками,</w:t>
      </w:r>
      <w:r w:rsidRPr="003421CC"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8F7EA9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8F7EA9">
        <w:rPr>
          <w:sz w:val="28"/>
          <w:szCs w:val="28"/>
        </w:rPr>
        <w:t xml:space="preserve">  муниципальн</w:t>
      </w:r>
      <w:r>
        <w:rPr>
          <w:sz w:val="28"/>
          <w:szCs w:val="28"/>
        </w:rPr>
        <w:t>ую</w:t>
      </w:r>
      <w:r w:rsidRPr="008F7EA9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>2.При направлении в служебную командировку: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гарантируется сохранение должности и денежного содержания</w:t>
      </w:r>
      <w:r>
        <w:rPr>
          <w:sz w:val="28"/>
          <w:szCs w:val="28"/>
        </w:rPr>
        <w:t xml:space="preserve">, </w:t>
      </w:r>
      <w:r w:rsidRPr="008F7EA9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8F7EA9">
        <w:rPr>
          <w:sz w:val="28"/>
          <w:szCs w:val="28"/>
        </w:rPr>
        <w:t>, замещающ</w:t>
      </w:r>
      <w:r>
        <w:rPr>
          <w:sz w:val="28"/>
          <w:szCs w:val="28"/>
        </w:rPr>
        <w:t xml:space="preserve">его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 xml:space="preserve">; 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возмещаются: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расходы по проезду к месту командирования и обратно к месту постоянной работы;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 xml:space="preserve">расходы по проезду из одного населенного пункта в другой, если </w:t>
      </w:r>
      <w:r>
        <w:rPr>
          <w:sz w:val="28"/>
          <w:szCs w:val="28"/>
        </w:rPr>
        <w:t xml:space="preserve">лицо, </w:t>
      </w:r>
      <w:r w:rsidRPr="008F7EA9">
        <w:rPr>
          <w:sz w:val="28"/>
          <w:szCs w:val="28"/>
        </w:rPr>
        <w:t>замещающ</w:t>
      </w:r>
      <w:r>
        <w:rPr>
          <w:sz w:val="28"/>
          <w:szCs w:val="28"/>
        </w:rPr>
        <w:t xml:space="preserve">его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поселения,</w:t>
      </w:r>
      <w:r w:rsidRPr="008F7EA9">
        <w:rPr>
          <w:sz w:val="28"/>
          <w:szCs w:val="28"/>
        </w:rPr>
        <w:t xml:space="preserve"> командирован</w:t>
      </w:r>
      <w:r>
        <w:rPr>
          <w:sz w:val="28"/>
          <w:szCs w:val="28"/>
        </w:rPr>
        <w:t>о</w:t>
      </w:r>
      <w:r w:rsidRPr="008F7EA9">
        <w:rPr>
          <w:sz w:val="28"/>
          <w:szCs w:val="28"/>
        </w:rPr>
        <w:t xml:space="preserve"> в несколько пунктов назначения, расположенных в разных населенных пунктах;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дополнительные расходы, связанные с проживанием вне постоянного места жительства (суточные);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 xml:space="preserve">4. При направлении </w:t>
      </w:r>
      <w:r>
        <w:rPr>
          <w:sz w:val="28"/>
          <w:szCs w:val="28"/>
        </w:rPr>
        <w:t xml:space="preserve">лица, </w:t>
      </w:r>
      <w:r w:rsidRPr="008F7EA9">
        <w:rPr>
          <w:sz w:val="28"/>
          <w:szCs w:val="28"/>
        </w:rPr>
        <w:t>замещающ</w:t>
      </w:r>
      <w:r>
        <w:rPr>
          <w:sz w:val="28"/>
          <w:szCs w:val="28"/>
        </w:rPr>
        <w:t xml:space="preserve">его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 xml:space="preserve">  в служебную командировку на территорию иностранного государства ему дополнительно возмещаются: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расходы по оформлению заграничного паспорта, визы и других выездных документов;</w:t>
      </w:r>
    </w:p>
    <w:p w:rsidR="001B2F4F" w:rsidRPr="008F7EA9" w:rsidRDefault="001B2F4F" w:rsidP="007946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обязательные консульские и аэродромные сборы;</w:t>
      </w:r>
    </w:p>
    <w:p w:rsidR="001B2F4F" w:rsidRPr="008F7EA9" w:rsidRDefault="001B2F4F" w:rsidP="007946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расходы на оформление обязательной медицинской страховки;</w:t>
      </w:r>
    </w:p>
    <w:p w:rsidR="001B2F4F" w:rsidRPr="008F7EA9" w:rsidRDefault="001B2F4F" w:rsidP="007946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иные обязательные платежи и сборы.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>5. В случае временной нетрудоспособн</w:t>
      </w:r>
      <w:r>
        <w:rPr>
          <w:sz w:val="28"/>
          <w:szCs w:val="28"/>
        </w:rPr>
        <w:t>ости командированного</w:t>
      </w:r>
      <w:r w:rsidRPr="00926A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лица, </w:t>
      </w:r>
      <w:r w:rsidRPr="008F7EA9">
        <w:rPr>
          <w:sz w:val="28"/>
          <w:szCs w:val="28"/>
        </w:rPr>
        <w:t>замещающ</w:t>
      </w:r>
      <w:r>
        <w:rPr>
          <w:sz w:val="28"/>
          <w:szCs w:val="28"/>
        </w:rPr>
        <w:t xml:space="preserve">его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 xml:space="preserve">Старополтавского сельского поселения, </w:t>
      </w:r>
      <w:r w:rsidRPr="008F7EA9">
        <w:rPr>
          <w:sz w:val="28"/>
          <w:szCs w:val="28"/>
        </w:rPr>
        <w:t>удостоверенной в установленном порядке, ему возмещаются расходы по найму жилого помещения (кроме случаев, когда командированный работник  находится на стационарном лечении) и выплачиваются суточные за весь период времени, пока он не имел возможности по состоянию здоровья приступить к выполнению возложенного на него служебного задания или до возращения к постоянному месту жительства.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 xml:space="preserve">За период временной нетрудоспособности </w:t>
      </w:r>
      <w:r>
        <w:rPr>
          <w:sz w:val="28"/>
          <w:szCs w:val="28"/>
        </w:rPr>
        <w:t>лицу,</w:t>
      </w:r>
      <w:r w:rsidRPr="008F7EA9">
        <w:rPr>
          <w:sz w:val="28"/>
          <w:szCs w:val="28"/>
        </w:rPr>
        <w:t xml:space="preserve"> замещающ</w:t>
      </w:r>
      <w:r>
        <w:rPr>
          <w:sz w:val="28"/>
          <w:szCs w:val="28"/>
        </w:rPr>
        <w:t xml:space="preserve">ему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 xml:space="preserve">Старополтавского сельского поселения </w:t>
      </w:r>
      <w:r w:rsidRPr="008F7EA9">
        <w:rPr>
          <w:sz w:val="28"/>
          <w:szCs w:val="28"/>
        </w:rPr>
        <w:t>выплачивается пособие по временной нетрудоспособности в соответствии с законодательством Российской Федерации.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>6. Дополнительные расходы, связанные с проживанием вне постоянного места жительства (суточные), выплачиваются за каждый день нахождения в служебной командировке, длительностью более одних суток, включая выходные и праздничные дни, а также дни нахождения в пути, в том числе за время вынужденной остановки в пути:</w:t>
      </w:r>
    </w:p>
    <w:p w:rsidR="001B2F4F" w:rsidRPr="008F7EA9" w:rsidRDefault="001B2F4F" w:rsidP="0079465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Сроком до двух суток  − 1</w:t>
      </w:r>
      <w:r w:rsidRPr="008F7EA9">
        <w:rPr>
          <w:sz w:val="28"/>
          <w:szCs w:val="28"/>
        </w:rPr>
        <w:t>00 рублей</w:t>
      </w:r>
      <w:r>
        <w:rPr>
          <w:sz w:val="28"/>
          <w:szCs w:val="28"/>
        </w:rPr>
        <w:t xml:space="preserve"> за одни сутки</w:t>
      </w:r>
      <w:r w:rsidRPr="008F7EA9">
        <w:rPr>
          <w:sz w:val="28"/>
          <w:szCs w:val="28"/>
        </w:rPr>
        <w:t>;</w:t>
      </w:r>
    </w:p>
    <w:p w:rsidR="001B2F4F" w:rsidRPr="008F7EA9" w:rsidRDefault="001B2F4F" w:rsidP="00DF665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Сроком свыше двух суток  − 4</w:t>
      </w:r>
      <w:r w:rsidRPr="008F7EA9">
        <w:rPr>
          <w:sz w:val="28"/>
          <w:szCs w:val="28"/>
        </w:rPr>
        <w:t>00 рублей</w:t>
      </w:r>
      <w:r>
        <w:rPr>
          <w:sz w:val="28"/>
          <w:szCs w:val="28"/>
        </w:rPr>
        <w:t xml:space="preserve"> за одни сутки</w:t>
      </w:r>
      <w:r w:rsidRPr="008F7EA9">
        <w:rPr>
          <w:sz w:val="28"/>
          <w:szCs w:val="28"/>
        </w:rPr>
        <w:t>;</w:t>
      </w:r>
    </w:p>
    <w:p w:rsidR="001B2F4F" w:rsidRPr="008F7EA9" w:rsidRDefault="001B2F4F" w:rsidP="0079465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Кроме того лицу,</w:t>
      </w:r>
      <w:r w:rsidRPr="008F7EA9">
        <w:rPr>
          <w:sz w:val="28"/>
          <w:szCs w:val="28"/>
        </w:rPr>
        <w:t xml:space="preserve"> замещающ</w:t>
      </w:r>
      <w:r>
        <w:rPr>
          <w:sz w:val="28"/>
          <w:szCs w:val="28"/>
        </w:rPr>
        <w:t xml:space="preserve">ему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 возмещаются фактические расходы за предоставляемые услуги залов официальных лиц и делегаций вокзалов и аэропортов по подтверждающим документам.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F7EA9">
        <w:rPr>
          <w:sz w:val="28"/>
          <w:szCs w:val="28"/>
        </w:rPr>
        <w:t>7. Расходы по бронированию и найму жилого помещения возмещаются командированному</w:t>
      </w:r>
      <w:r w:rsidRPr="001C6B18">
        <w:rPr>
          <w:sz w:val="28"/>
          <w:szCs w:val="28"/>
        </w:rPr>
        <w:t xml:space="preserve"> </w:t>
      </w:r>
      <w:r>
        <w:rPr>
          <w:sz w:val="28"/>
          <w:szCs w:val="28"/>
        </w:rPr>
        <w:t>лицу,</w:t>
      </w:r>
      <w:r w:rsidRPr="008F7EA9">
        <w:rPr>
          <w:sz w:val="28"/>
          <w:szCs w:val="28"/>
        </w:rPr>
        <w:t xml:space="preserve"> замещающ</w:t>
      </w:r>
      <w:r>
        <w:rPr>
          <w:sz w:val="28"/>
          <w:szCs w:val="28"/>
        </w:rPr>
        <w:t xml:space="preserve">ему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 xml:space="preserve">  (кроме случаев предоставления бесплатного жилого помещения) по фактическим затратам, подтвержденным соответствующими док</w:t>
      </w:r>
      <w:r>
        <w:rPr>
          <w:sz w:val="28"/>
          <w:szCs w:val="28"/>
        </w:rPr>
        <w:t>ументами, но не более стоимости  за одни сутки в сумме 550,0 рублей</w:t>
      </w:r>
      <w:r w:rsidRPr="008F7EA9">
        <w:rPr>
          <w:sz w:val="28"/>
          <w:szCs w:val="28"/>
        </w:rPr>
        <w:t>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В случае вынужденной остановки в пути командированному</w:t>
      </w:r>
      <w:r w:rsidRPr="008610D2">
        <w:rPr>
          <w:sz w:val="28"/>
          <w:szCs w:val="28"/>
        </w:rPr>
        <w:t xml:space="preserve"> </w:t>
      </w:r>
      <w:r>
        <w:rPr>
          <w:sz w:val="28"/>
          <w:szCs w:val="28"/>
        </w:rPr>
        <w:t>лицу,</w:t>
      </w:r>
      <w:r w:rsidRPr="008F7EA9">
        <w:rPr>
          <w:sz w:val="28"/>
          <w:szCs w:val="28"/>
        </w:rPr>
        <w:t xml:space="preserve"> замещающ</w:t>
      </w:r>
      <w:r>
        <w:rPr>
          <w:sz w:val="28"/>
          <w:szCs w:val="28"/>
        </w:rPr>
        <w:t xml:space="preserve">ему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 xml:space="preserve">   возмещаются расходы по найму жилого помещения, подтвержденные соответствующими документами, в размерах, установленных Положением.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При отсутствии подтверждающих документов по найму жилого помещения возмещение расходов не производится.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 xml:space="preserve">8. Расходы по проезду  </w:t>
      </w:r>
      <w:r>
        <w:rPr>
          <w:sz w:val="28"/>
          <w:szCs w:val="28"/>
        </w:rPr>
        <w:t>лицу,</w:t>
      </w:r>
      <w:r w:rsidRPr="008F7EA9">
        <w:rPr>
          <w:sz w:val="28"/>
          <w:szCs w:val="28"/>
        </w:rPr>
        <w:t xml:space="preserve"> замещающ</w:t>
      </w:r>
      <w:r>
        <w:rPr>
          <w:sz w:val="28"/>
          <w:szCs w:val="28"/>
        </w:rPr>
        <w:t xml:space="preserve">ему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 к</w:t>
      </w:r>
      <w:r w:rsidRPr="008F7EA9">
        <w:rPr>
          <w:sz w:val="28"/>
          <w:szCs w:val="28"/>
        </w:rPr>
        <w:t xml:space="preserve"> месту командирования и обратно к месту постоянной работы (включая страховой взнос на обязательное личное страхование пассажиров на транспорте,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работник  командирован в несколько государственных, муниципальных органов (организаций) или иных органов, расположенных в разных населенных пунктах, воздушным, железнодорожным, водным и автомобильным транспортом общего пользования (кроме индивидуального такси) возмещаются по фактическим затратам, подтвержденным проездными документами или электронными документами с приложением посадочных талонов, но не свыше стоимости проезда: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8.1. Возду</w:t>
      </w:r>
      <w:r>
        <w:rPr>
          <w:sz w:val="28"/>
          <w:szCs w:val="28"/>
        </w:rPr>
        <w:t xml:space="preserve">шным транспортом </w:t>
      </w:r>
      <w:r w:rsidRPr="008F7EA9">
        <w:rPr>
          <w:sz w:val="28"/>
          <w:szCs w:val="28"/>
        </w:rPr>
        <w:t>в салоне экономическог</w:t>
      </w:r>
      <w:r>
        <w:rPr>
          <w:sz w:val="28"/>
          <w:szCs w:val="28"/>
        </w:rPr>
        <w:t>о класса</w:t>
      </w:r>
      <w:r w:rsidRPr="008F7EA9">
        <w:rPr>
          <w:sz w:val="28"/>
          <w:szCs w:val="28"/>
        </w:rPr>
        <w:t>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8</w:t>
      </w:r>
      <w:r>
        <w:rPr>
          <w:sz w:val="28"/>
          <w:szCs w:val="28"/>
        </w:rPr>
        <w:t xml:space="preserve">.2.Железнодорожным транспортом </w:t>
      </w:r>
      <w:r w:rsidRPr="008F7EA9">
        <w:rPr>
          <w:sz w:val="28"/>
          <w:szCs w:val="28"/>
        </w:rPr>
        <w:t>в вагоне повышенной комфортности, отнесенном к вагону экономического класса, с четырехместными купе категории «К» скорого фирменног</w:t>
      </w:r>
      <w:r>
        <w:rPr>
          <w:sz w:val="28"/>
          <w:szCs w:val="28"/>
        </w:rPr>
        <w:t>о поезда</w:t>
      </w:r>
      <w:r w:rsidRPr="008F7EA9">
        <w:rPr>
          <w:sz w:val="28"/>
          <w:szCs w:val="28"/>
        </w:rPr>
        <w:t>.</w:t>
      </w:r>
    </w:p>
    <w:p w:rsidR="001B2F4F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8.3. Автомобильным транспортом (кроме индивидуального такси).</w:t>
      </w:r>
      <w:r w:rsidRPr="008610D2">
        <w:rPr>
          <w:sz w:val="28"/>
          <w:szCs w:val="28"/>
        </w:rPr>
        <w:t xml:space="preserve"> </w:t>
      </w:r>
    </w:p>
    <w:p w:rsidR="001B2F4F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9.На лицо, замещающее</w:t>
      </w:r>
      <w:r w:rsidRPr="008610D2"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>замещающ</w:t>
      </w:r>
      <w:r>
        <w:rPr>
          <w:sz w:val="28"/>
          <w:szCs w:val="28"/>
        </w:rPr>
        <w:t xml:space="preserve">ему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>, находящ</w:t>
      </w:r>
      <w:r>
        <w:rPr>
          <w:sz w:val="28"/>
          <w:szCs w:val="28"/>
        </w:rPr>
        <w:t>егося</w:t>
      </w:r>
      <w:r w:rsidRPr="008F7EA9">
        <w:rPr>
          <w:sz w:val="28"/>
          <w:szCs w:val="28"/>
        </w:rPr>
        <w:t xml:space="preserve"> в служебной командировке, распространяется режим служебного времени тех орга</w:t>
      </w:r>
      <w:r>
        <w:rPr>
          <w:sz w:val="28"/>
          <w:szCs w:val="28"/>
        </w:rPr>
        <w:t>нов (организаций), в которые оно</w:t>
      </w:r>
      <w:r w:rsidRPr="008F7EA9">
        <w:rPr>
          <w:sz w:val="28"/>
          <w:szCs w:val="28"/>
        </w:rPr>
        <w:t xml:space="preserve"> командирован</w:t>
      </w:r>
      <w:r>
        <w:rPr>
          <w:sz w:val="28"/>
          <w:szCs w:val="28"/>
        </w:rPr>
        <w:t>о</w:t>
      </w:r>
      <w:r w:rsidRPr="008F7EA9">
        <w:rPr>
          <w:sz w:val="28"/>
          <w:szCs w:val="28"/>
        </w:rPr>
        <w:t xml:space="preserve">. В случае если режим служебного времени в указанных пунктах назначения отличается от режима служебного времени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 xml:space="preserve"> в сторону уменьшения дней отдыха, взамен дней отдыха, не использованных в период нахождения в служебной командировке, </w:t>
      </w:r>
      <w:r>
        <w:rPr>
          <w:sz w:val="28"/>
          <w:szCs w:val="28"/>
        </w:rPr>
        <w:t>ему</w:t>
      </w:r>
      <w:r w:rsidRPr="008F7EA9">
        <w:rPr>
          <w:sz w:val="28"/>
          <w:szCs w:val="28"/>
        </w:rPr>
        <w:t xml:space="preserve">  предоставляются другие дни отдыха по возвращении из служебной командировки.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В случае если по распоряжению</w:t>
      </w:r>
      <w:r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2856DC">
        <w:rPr>
          <w:sz w:val="28"/>
          <w:szCs w:val="28"/>
        </w:rPr>
        <w:t xml:space="preserve"> </w:t>
      </w:r>
      <w:r>
        <w:rPr>
          <w:sz w:val="28"/>
          <w:szCs w:val="28"/>
        </w:rPr>
        <w:t>лицо, замещающее</w:t>
      </w:r>
      <w:r w:rsidRPr="008610D2"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>замещающ</w:t>
      </w:r>
      <w:r>
        <w:rPr>
          <w:sz w:val="28"/>
          <w:szCs w:val="28"/>
        </w:rPr>
        <w:t xml:space="preserve">ему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 xml:space="preserve">   выезжает в служебную командировку в выходной день или   командирован для работы в выходные или нерабочие праздничные дни, оплата за работу в эти дни производится в соответствии с трудовым законодательством.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8F7EA9">
        <w:rPr>
          <w:sz w:val="28"/>
          <w:szCs w:val="28"/>
        </w:rPr>
        <w:t xml:space="preserve">При направлении </w:t>
      </w:r>
      <w:r>
        <w:rPr>
          <w:sz w:val="28"/>
          <w:szCs w:val="28"/>
        </w:rPr>
        <w:t>лица,</w:t>
      </w:r>
      <w:r w:rsidRPr="008F7EA9">
        <w:rPr>
          <w:sz w:val="28"/>
          <w:szCs w:val="28"/>
        </w:rPr>
        <w:t xml:space="preserve"> замещающ</w:t>
      </w:r>
      <w:r>
        <w:rPr>
          <w:sz w:val="28"/>
          <w:szCs w:val="28"/>
        </w:rPr>
        <w:t xml:space="preserve">его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 xml:space="preserve"> в служебную командировку ему выдается (по заявлению) денежный аванс на оплату расходов по проезду, найму жилого помещения и дополнительных расходов, связанных с проживанием вне места постоянного жительства (суточные).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8F7EA9">
        <w:rPr>
          <w:sz w:val="28"/>
          <w:szCs w:val="28"/>
        </w:rPr>
        <w:t xml:space="preserve">По возвращении из служебной командировки </w:t>
      </w:r>
      <w:r>
        <w:rPr>
          <w:sz w:val="28"/>
          <w:szCs w:val="28"/>
        </w:rPr>
        <w:t>лицо, замещающее</w:t>
      </w:r>
      <w:r w:rsidRPr="008610D2"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>замещающ</w:t>
      </w:r>
      <w:r>
        <w:rPr>
          <w:sz w:val="28"/>
          <w:szCs w:val="28"/>
        </w:rPr>
        <w:t xml:space="preserve">ему </w:t>
      </w:r>
      <w:r w:rsidRPr="008F7EA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8F7EA9"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Старополтавского сельского поселения</w:t>
      </w:r>
      <w:r w:rsidRPr="008F7EA9">
        <w:rPr>
          <w:sz w:val="28"/>
          <w:szCs w:val="28"/>
        </w:rPr>
        <w:t xml:space="preserve">  обязан</w:t>
      </w:r>
      <w:r>
        <w:rPr>
          <w:sz w:val="28"/>
          <w:szCs w:val="28"/>
        </w:rPr>
        <w:t>о</w:t>
      </w:r>
      <w:r w:rsidRPr="008F7EA9">
        <w:rPr>
          <w:sz w:val="28"/>
          <w:szCs w:val="28"/>
        </w:rPr>
        <w:t xml:space="preserve"> в течение трех рабочих дней предоставить в </w:t>
      </w:r>
      <w:r>
        <w:rPr>
          <w:sz w:val="28"/>
          <w:szCs w:val="28"/>
        </w:rPr>
        <w:t>службу экономики и финансов</w:t>
      </w:r>
      <w:r w:rsidRPr="008F7EA9">
        <w:rPr>
          <w:sz w:val="28"/>
          <w:szCs w:val="28"/>
        </w:rPr>
        <w:t xml:space="preserve"> администрации  поселения 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расходы.</w:t>
      </w:r>
      <w:r>
        <w:rPr>
          <w:sz w:val="28"/>
          <w:szCs w:val="28"/>
        </w:rPr>
        <w:t xml:space="preserve"> </w:t>
      </w:r>
      <w:r w:rsidRPr="008F7EA9">
        <w:rPr>
          <w:sz w:val="28"/>
          <w:szCs w:val="28"/>
        </w:rPr>
        <w:t>К авансовому отчету прилагаются командировочное удостоверение, оформленное надлежащим образом,  документы о найме жилого помещения, фактических расходах на проезд (включая страховой взнос на обязательное личное страхование пассажиров на транспорте, оплату услуг по оформлению проездных документов, предоставлению в поездах постельных принадлежностей) и иных, связанных со слу</w:t>
      </w:r>
      <w:r>
        <w:rPr>
          <w:sz w:val="28"/>
          <w:szCs w:val="28"/>
        </w:rPr>
        <w:t>жебной командировкой, расходах</w:t>
      </w:r>
      <w:r w:rsidRPr="008F7EA9">
        <w:rPr>
          <w:sz w:val="28"/>
          <w:szCs w:val="28"/>
        </w:rPr>
        <w:t>.</w:t>
      </w: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2F4F" w:rsidRPr="008F7EA9" w:rsidRDefault="001B2F4F" w:rsidP="00794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7EA9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8F7EA9">
        <w:rPr>
          <w:sz w:val="28"/>
          <w:szCs w:val="28"/>
        </w:rPr>
        <w:t>. Возмещение всех расходов, связанных со служебной командировкой, производится при предоставлении документов, подтверждающих эти расходы.</w:t>
      </w:r>
    </w:p>
    <w:p w:rsidR="001B2F4F" w:rsidRPr="008F7EA9" w:rsidRDefault="001B2F4F" w:rsidP="00794659">
      <w:pPr>
        <w:rPr>
          <w:sz w:val="28"/>
          <w:szCs w:val="28"/>
        </w:rPr>
      </w:pPr>
    </w:p>
    <w:p w:rsidR="001B2F4F" w:rsidRPr="008F7EA9" w:rsidRDefault="001B2F4F" w:rsidP="00794659">
      <w:pPr>
        <w:pStyle w:val="BodyText2"/>
        <w:spacing w:after="0" w:line="240" w:lineRule="auto"/>
        <w:jc w:val="both"/>
      </w:pPr>
    </w:p>
    <w:p w:rsidR="001B2F4F" w:rsidRPr="008F7EA9" w:rsidRDefault="001B2F4F" w:rsidP="00794659">
      <w:pPr>
        <w:jc w:val="center"/>
        <w:rPr>
          <w:b/>
          <w:sz w:val="28"/>
          <w:szCs w:val="28"/>
        </w:rPr>
      </w:pPr>
    </w:p>
    <w:p w:rsidR="001B2F4F" w:rsidRDefault="001B2F4F" w:rsidP="00794659"/>
    <w:p w:rsidR="001B2F4F" w:rsidRDefault="001B2F4F" w:rsidP="00794659"/>
    <w:p w:rsidR="001B2F4F" w:rsidRDefault="001B2F4F" w:rsidP="00794659"/>
    <w:p w:rsidR="001B2F4F" w:rsidRDefault="001B2F4F" w:rsidP="00794659"/>
    <w:p w:rsidR="001B2F4F" w:rsidRDefault="001B2F4F"/>
    <w:sectPr w:rsidR="001B2F4F" w:rsidSect="002D6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659"/>
    <w:rsid w:val="00066870"/>
    <w:rsid w:val="001B2F4F"/>
    <w:rsid w:val="001C6B18"/>
    <w:rsid w:val="002856DC"/>
    <w:rsid w:val="00286C1D"/>
    <w:rsid w:val="002D67CD"/>
    <w:rsid w:val="00331632"/>
    <w:rsid w:val="003421CC"/>
    <w:rsid w:val="003B38B2"/>
    <w:rsid w:val="0053315A"/>
    <w:rsid w:val="005B614F"/>
    <w:rsid w:val="005D1431"/>
    <w:rsid w:val="00604128"/>
    <w:rsid w:val="00794659"/>
    <w:rsid w:val="008610D2"/>
    <w:rsid w:val="008F7EA9"/>
    <w:rsid w:val="009046AD"/>
    <w:rsid w:val="00926ADE"/>
    <w:rsid w:val="00A10B96"/>
    <w:rsid w:val="00B74A1B"/>
    <w:rsid w:val="00B754F6"/>
    <w:rsid w:val="00BA029E"/>
    <w:rsid w:val="00BE08E1"/>
    <w:rsid w:val="00C0729A"/>
    <w:rsid w:val="00C6442F"/>
    <w:rsid w:val="00DF6657"/>
    <w:rsid w:val="00F1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65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946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794659"/>
    <w:pPr>
      <w:spacing w:after="120" w:line="480" w:lineRule="auto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94659"/>
    <w:rPr>
      <w:rFonts w:ascii="Times New Roman" w:hAnsi="Times New Roman" w:cs="Times New Roman"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DF6657"/>
    <w:pPr>
      <w:jc w:val="center"/>
    </w:pPr>
    <w:rPr>
      <w:b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DF6657"/>
    <w:rPr>
      <w:rFonts w:ascii="Times New Roman" w:hAnsi="Times New Roman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046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46A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5</Pages>
  <Words>1355</Words>
  <Characters>7725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6</cp:revision>
  <cp:lastPrinted>2015-03-13T10:54:00Z</cp:lastPrinted>
  <dcterms:created xsi:type="dcterms:W3CDTF">2015-03-13T08:28:00Z</dcterms:created>
  <dcterms:modified xsi:type="dcterms:W3CDTF">2015-03-13T11:00:00Z</dcterms:modified>
</cp:coreProperties>
</file>