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6A" w:rsidRPr="00050D52" w:rsidRDefault="0017306A" w:rsidP="0001331E">
      <w:pPr>
        <w:pStyle w:val="Title"/>
        <w:ind w:left="0"/>
        <w:jc w:val="left"/>
        <w:rPr>
          <w:b/>
          <w:sz w:val="32"/>
          <w:szCs w:val="32"/>
        </w:rPr>
      </w:pPr>
      <w:r w:rsidRPr="00050D52">
        <w:rPr>
          <w:b/>
          <w:sz w:val="32"/>
          <w:szCs w:val="32"/>
        </w:rPr>
        <w:t xml:space="preserve">                               Старополтавская сельская Дума</w:t>
      </w:r>
    </w:p>
    <w:p w:rsidR="0017306A" w:rsidRPr="00050D52" w:rsidRDefault="0017306A" w:rsidP="0001331E">
      <w:pPr>
        <w:pStyle w:val="Title"/>
        <w:ind w:left="2160" w:hanging="180"/>
        <w:jc w:val="left"/>
        <w:rPr>
          <w:b/>
        </w:rPr>
      </w:pPr>
      <w:r w:rsidRPr="00050D52">
        <w:rPr>
          <w:b/>
        </w:rPr>
        <w:t>Старополтавского муниципального района</w:t>
      </w:r>
    </w:p>
    <w:p w:rsidR="0017306A" w:rsidRPr="00050D52" w:rsidRDefault="0017306A" w:rsidP="0001331E">
      <w:pPr>
        <w:pStyle w:val="Title"/>
        <w:ind w:left="3240"/>
        <w:jc w:val="left"/>
        <w:rPr>
          <w:b/>
        </w:rPr>
      </w:pPr>
      <w:r w:rsidRPr="00050D52">
        <w:rPr>
          <w:b/>
        </w:rPr>
        <w:t>Волгоградской области</w:t>
      </w:r>
    </w:p>
    <w:p w:rsidR="0017306A" w:rsidRDefault="0017306A" w:rsidP="000133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50D52">
        <w:rPr>
          <w:rFonts w:ascii="Times New Roman" w:hAnsi="Times New Roman"/>
          <w:b/>
          <w:sz w:val="28"/>
          <w:szCs w:val="28"/>
        </w:rPr>
        <w:t>(третьего созыва)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_____________________________________________________________</w:t>
      </w:r>
    </w:p>
    <w:p w:rsidR="0017306A" w:rsidRPr="00050D52" w:rsidRDefault="0017306A" w:rsidP="0001331E">
      <w:pPr>
        <w:spacing w:after="0"/>
        <w:jc w:val="center"/>
        <w:rPr>
          <w:rFonts w:ascii="Times New Roman" w:hAnsi="Times New Roman"/>
          <w:sz w:val="32"/>
        </w:rPr>
      </w:pPr>
      <w:r w:rsidRPr="00050D52">
        <w:rPr>
          <w:rFonts w:ascii="Times New Roman" w:hAnsi="Times New Roman"/>
          <w:sz w:val="32"/>
        </w:rPr>
        <w:t>Решение</w:t>
      </w:r>
    </w:p>
    <w:p w:rsidR="0017306A" w:rsidRPr="0001331E" w:rsidRDefault="0017306A" w:rsidP="0001331E">
      <w:pPr>
        <w:rPr>
          <w:rFonts w:ascii="Times New Roman" w:hAnsi="Times New Roman"/>
          <w:sz w:val="28"/>
          <w:szCs w:val="28"/>
        </w:rPr>
      </w:pPr>
      <w:r w:rsidRPr="0001331E">
        <w:rPr>
          <w:rFonts w:ascii="Times New Roman" w:hAnsi="Times New Roman"/>
          <w:sz w:val="28"/>
          <w:szCs w:val="28"/>
        </w:rPr>
        <w:t xml:space="preserve">от «  </w:t>
      </w:r>
      <w:r>
        <w:rPr>
          <w:rFonts w:ascii="Times New Roman" w:hAnsi="Times New Roman"/>
          <w:sz w:val="28"/>
          <w:szCs w:val="28"/>
        </w:rPr>
        <w:t>29</w:t>
      </w:r>
      <w:r w:rsidRPr="0001331E">
        <w:rPr>
          <w:rFonts w:ascii="Times New Roman" w:hAnsi="Times New Roman"/>
          <w:sz w:val="28"/>
          <w:szCs w:val="28"/>
        </w:rPr>
        <w:t xml:space="preserve">  »  </w:t>
      </w:r>
      <w:r>
        <w:rPr>
          <w:rFonts w:ascii="Times New Roman" w:hAnsi="Times New Roman"/>
          <w:sz w:val="28"/>
          <w:szCs w:val="28"/>
        </w:rPr>
        <w:t xml:space="preserve">января 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</w:t>
        </w:r>
        <w:r w:rsidRPr="0001331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01331E">
        <w:rPr>
          <w:rFonts w:ascii="Times New Roman" w:hAnsi="Times New Roman"/>
          <w:sz w:val="28"/>
          <w:szCs w:val="28"/>
        </w:rPr>
        <w:t xml:space="preserve">.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30/5</w:t>
      </w:r>
      <w:bookmarkStart w:id="0" w:name="_GoBack"/>
      <w:bookmarkEnd w:id="0"/>
    </w:p>
    <w:p w:rsidR="0017306A" w:rsidRPr="0001331E" w:rsidRDefault="0017306A" w:rsidP="0001331E">
      <w:pPr>
        <w:spacing w:after="0"/>
        <w:rPr>
          <w:rFonts w:ascii="Times New Roman" w:hAnsi="Times New Roman"/>
          <w:b/>
          <w:sz w:val="28"/>
          <w:szCs w:val="28"/>
        </w:rPr>
      </w:pPr>
      <w:r w:rsidRPr="0001331E">
        <w:rPr>
          <w:rFonts w:ascii="Times New Roman" w:hAnsi="Times New Roman"/>
          <w:b/>
          <w:sz w:val="28"/>
          <w:szCs w:val="28"/>
        </w:rPr>
        <w:t>О внесение изменений в решение Старополтавской</w:t>
      </w:r>
    </w:p>
    <w:p w:rsidR="0017306A" w:rsidRPr="0001331E" w:rsidRDefault="0017306A" w:rsidP="0001331E">
      <w:pPr>
        <w:spacing w:after="0"/>
        <w:rPr>
          <w:rFonts w:ascii="Times New Roman" w:hAnsi="Times New Roman"/>
          <w:b/>
          <w:sz w:val="28"/>
          <w:szCs w:val="28"/>
        </w:rPr>
      </w:pPr>
      <w:r w:rsidRPr="0001331E">
        <w:rPr>
          <w:rFonts w:ascii="Times New Roman" w:hAnsi="Times New Roman"/>
          <w:b/>
          <w:sz w:val="28"/>
          <w:szCs w:val="28"/>
        </w:rPr>
        <w:t xml:space="preserve"> Сельской Думы от 30.12.2013г. №6/1 </w:t>
      </w:r>
    </w:p>
    <w:p w:rsidR="0017306A" w:rsidRPr="0001331E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1331E"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Pr="0001331E">
        <w:rPr>
          <w:rFonts w:ascii="Times New Roman" w:hAnsi="Times New Roman"/>
          <w:b/>
          <w:bCs/>
          <w:sz w:val="28"/>
          <w:szCs w:val="28"/>
        </w:rPr>
        <w:t xml:space="preserve"> О создании муниципального дорожного </w:t>
      </w:r>
    </w:p>
    <w:p w:rsidR="0017306A" w:rsidRPr="0001331E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1331E">
        <w:rPr>
          <w:rFonts w:ascii="Times New Roman" w:hAnsi="Times New Roman"/>
          <w:b/>
          <w:bCs/>
          <w:sz w:val="28"/>
          <w:szCs w:val="28"/>
        </w:rPr>
        <w:t xml:space="preserve"> фонда  и утверждении положения о порядке</w:t>
      </w:r>
    </w:p>
    <w:p w:rsidR="0017306A" w:rsidRPr="0001331E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1331E">
        <w:rPr>
          <w:rFonts w:ascii="Times New Roman" w:hAnsi="Times New Roman"/>
          <w:b/>
          <w:bCs/>
          <w:sz w:val="28"/>
          <w:szCs w:val="28"/>
        </w:rPr>
        <w:t xml:space="preserve"> формирования и использования муниципального</w:t>
      </w:r>
    </w:p>
    <w:p w:rsidR="0017306A" w:rsidRPr="0001331E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1331E">
        <w:rPr>
          <w:rFonts w:ascii="Times New Roman" w:hAnsi="Times New Roman"/>
          <w:b/>
          <w:bCs/>
          <w:sz w:val="28"/>
          <w:szCs w:val="28"/>
        </w:rPr>
        <w:t xml:space="preserve"> дорожного фонда Старополтавского сельского </w:t>
      </w:r>
    </w:p>
    <w:p w:rsidR="0017306A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1331E">
        <w:rPr>
          <w:rFonts w:ascii="Times New Roman" w:hAnsi="Times New Roman"/>
          <w:b/>
          <w:bCs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17306A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306A" w:rsidRPr="006910BF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Старополтавского сельского поселения, Старополтавская сельская</w:t>
      </w:r>
      <w:r w:rsidRPr="006910BF">
        <w:rPr>
          <w:rFonts w:ascii="Times New Roman" w:hAnsi="Times New Roman"/>
          <w:sz w:val="28"/>
          <w:szCs w:val="28"/>
        </w:rPr>
        <w:t xml:space="preserve"> Дума решила:</w:t>
      </w:r>
    </w:p>
    <w:p w:rsidR="0017306A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306A" w:rsidRDefault="0017306A" w:rsidP="00013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01331E">
        <w:rPr>
          <w:rFonts w:ascii="Times New Roman" w:hAnsi="Times New Roman"/>
          <w:b/>
          <w:bCs/>
          <w:sz w:val="28"/>
          <w:szCs w:val="28"/>
        </w:rPr>
        <w:t>Внести изменение в приложение</w:t>
      </w:r>
      <w:r w:rsidRPr="0001331E">
        <w:rPr>
          <w:rFonts w:ascii="Times New Roman" w:hAnsi="Times New Roman"/>
          <w:sz w:val="28"/>
          <w:szCs w:val="28"/>
        </w:rPr>
        <w:t xml:space="preserve">  «Положение о порядке  формирования и использования муниципального дорожного фонда Старополтавскогосельского поселения  от 30.12. </w:t>
      </w:r>
      <w:smartTag w:uri="urn:schemas-microsoft-com:office:smarttags" w:element="metricconverter">
        <w:smartTagPr>
          <w:attr w:name="ProductID" w:val="2013 г"/>
        </w:smartTagPr>
        <w:r w:rsidRPr="0001331E">
          <w:rPr>
            <w:rFonts w:ascii="Times New Roman" w:hAnsi="Times New Roman"/>
            <w:sz w:val="28"/>
            <w:szCs w:val="28"/>
          </w:rPr>
          <w:t>2013 г</w:t>
        </w:r>
      </w:smartTag>
      <w:r w:rsidRPr="0001331E">
        <w:rPr>
          <w:rFonts w:ascii="Times New Roman" w:hAnsi="Times New Roman"/>
          <w:sz w:val="28"/>
          <w:szCs w:val="28"/>
        </w:rPr>
        <w:t>. №  6/1»</w:t>
      </w: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строке ДОХОДЫ – всего  вместо суммы 1112,5 следует читать 1011,9</w:t>
      </w: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строке </w:t>
      </w:r>
      <w:r w:rsidRPr="00627A23">
        <w:rPr>
          <w:rFonts w:ascii="Times New Roman" w:hAnsi="Times New Roman"/>
          <w:sz w:val="28"/>
          <w:szCs w:val="28"/>
        </w:rPr>
        <w:t xml:space="preserve">акцизов на автомобильный бензин, прямогонный бензин,         </w:t>
      </w:r>
      <w:r>
        <w:rPr>
          <w:rFonts w:ascii="Times New Roman" w:hAnsi="Times New Roman"/>
          <w:sz w:val="28"/>
          <w:szCs w:val="28"/>
        </w:rPr>
        <w:t xml:space="preserve">дизельное </w:t>
      </w:r>
      <w:r w:rsidRPr="00627A23">
        <w:rPr>
          <w:rFonts w:ascii="Times New Roman" w:hAnsi="Times New Roman"/>
          <w:sz w:val="28"/>
          <w:szCs w:val="28"/>
        </w:rPr>
        <w:t xml:space="preserve">топливо, моторные масла для дизельных и (или)      карбюраторных (инжекторных) двигателей, производимые на      территории Российской Федерации </w:t>
      </w:r>
      <w:r>
        <w:rPr>
          <w:rFonts w:ascii="Times New Roman" w:hAnsi="Times New Roman"/>
          <w:sz w:val="28"/>
          <w:szCs w:val="28"/>
        </w:rPr>
        <w:t>– всего  вместо суммы 1112,5 следует читать 1011,9.</w:t>
      </w: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По строке </w:t>
      </w:r>
      <w:r w:rsidRPr="00627A23">
        <w:rPr>
          <w:rFonts w:ascii="Times New Roman" w:hAnsi="Times New Roman"/>
          <w:sz w:val="28"/>
          <w:szCs w:val="28"/>
        </w:rPr>
        <w:t>РАСХОДЫ - всего:</w:t>
      </w:r>
      <w:r>
        <w:rPr>
          <w:rFonts w:ascii="Times New Roman" w:hAnsi="Times New Roman"/>
          <w:sz w:val="28"/>
          <w:szCs w:val="28"/>
        </w:rPr>
        <w:t xml:space="preserve"> вместо суммы 1112,5 следует читать 1011,9.</w:t>
      </w:r>
    </w:p>
    <w:p w:rsidR="0017306A" w:rsidRDefault="0017306A" w:rsidP="00F25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 строке </w:t>
      </w:r>
      <w:r w:rsidRPr="00627A23">
        <w:rPr>
          <w:rFonts w:ascii="Times New Roman" w:hAnsi="Times New Roman"/>
          <w:sz w:val="28"/>
          <w:szCs w:val="28"/>
        </w:rPr>
        <w:t xml:space="preserve">содержание и ремонт действующей сети автомобильных дорог </w:t>
      </w:r>
      <w:r>
        <w:rPr>
          <w:rFonts w:ascii="Times New Roman" w:hAnsi="Times New Roman"/>
          <w:sz w:val="28"/>
          <w:szCs w:val="28"/>
        </w:rPr>
        <w:t>всего  вместо суммы 1112,5 следует читать 1011,9.</w:t>
      </w: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306A" w:rsidRDefault="0017306A" w:rsidP="00F25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Старополтавского</w:t>
      </w:r>
    </w:p>
    <w:p w:rsidR="0017306A" w:rsidRPr="006910BF" w:rsidRDefault="0017306A" w:rsidP="00F256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сельского поселения                                      И.А.Штаймнец</w:t>
      </w:r>
    </w:p>
    <w:p w:rsidR="0017306A" w:rsidRPr="006910BF" w:rsidRDefault="0017306A" w:rsidP="00F25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306A" w:rsidRPr="00627A23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7A23">
        <w:rPr>
          <w:rFonts w:ascii="Times New Roman" w:hAnsi="Times New Roman"/>
          <w:sz w:val="28"/>
          <w:szCs w:val="28"/>
        </w:rPr>
        <w:t xml:space="preserve">    </w:t>
      </w: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7306A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7306A" w:rsidRPr="002D5D22" w:rsidRDefault="0017306A" w:rsidP="002D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7A23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2D5D22">
        <w:rPr>
          <w:rFonts w:ascii="Times New Roman" w:hAnsi="Times New Roman"/>
          <w:sz w:val="28"/>
          <w:szCs w:val="28"/>
        </w:rPr>
        <w:t xml:space="preserve">        </w:t>
      </w:r>
    </w:p>
    <w:p w:rsidR="0017306A" w:rsidRPr="0001331E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7306A" w:rsidRPr="006910BF" w:rsidRDefault="0017306A" w:rsidP="000133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306A" w:rsidRDefault="0017306A"/>
    <w:sectPr w:rsidR="0017306A" w:rsidSect="00DF5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E5"/>
    <w:multiLevelType w:val="hybridMultilevel"/>
    <w:tmpl w:val="E3D06722"/>
    <w:lvl w:ilvl="0" w:tplc="D2E40E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31E"/>
    <w:rsid w:val="0001331E"/>
    <w:rsid w:val="00050D52"/>
    <w:rsid w:val="0017306A"/>
    <w:rsid w:val="001D0E67"/>
    <w:rsid w:val="002D5D22"/>
    <w:rsid w:val="00627A23"/>
    <w:rsid w:val="006910BF"/>
    <w:rsid w:val="006A4B51"/>
    <w:rsid w:val="00A53460"/>
    <w:rsid w:val="00DF571A"/>
    <w:rsid w:val="00F2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31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1331E"/>
    <w:pPr>
      <w:spacing w:after="0" w:line="240" w:lineRule="auto"/>
      <w:ind w:left="3969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1331E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13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243</Words>
  <Characters>1386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3</cp:revision>
  <cp:lastPrinted>2015-02-06T05:53:00Z</cp:lastPrinted>
  <dcterms:created xsi:type="dcterms:W3CDTF">2015-02-06T05:47:00Z</dcterms:created>
  <dcterms:modified xsi:type="dcterms:W3CDTF">2015-02-06T05:53:00Z</dcterms:modified>
</cp:coreProperties>
</file>